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E8368" w14:textId="77777777" w:rsidR="00180AE5" w:rsidRDefault="00180AE5" w:rsidP="00180AE5">
      <w:pPr>
        <w:pStyle w:val="BodyTextCSS"/>
        <w:ind w:left="-851"/>
        <w:jc w:val="both"/>
        <w:rPr>
          <w:noProof/>
          <w:sz w:val="24"/>
          <w:szCs w:val="24"/>
        </w:rPr>
      </w:pPr>
      <w:bookmarkStart w:id="0" w:name="Signed"/>
      <w:bookmarkEnd w:id="0"/>
    </w:p>
    <w:p w14:paraId="1133FA43" w14:textId="77777777" w:rsidR="009839E2" w:rsidRDefault="009839E2" w:rsidP="009839E2">
      <w:pPr>
        <w:tabs>
          <w:tab w:val="left" w:pos="0"/>
          <w:tab w:val="left" w:pos="5220"/>
        </w:tabs>
        <w:spacing w:after="0" w:line="240" w:lineRule="auto"/>
        <w:ind w:right="450"/>
        <w:rPr>
          <w:rFonts w:ascii="Times New Roman" w:eastAsia="Times New Roman" w:hAnsi="Times New Roman"/>
          <w:noProof/>
          <w:sz w:val="24"/>
          <w:szCs w:val="24"/>
          <w:lang w:val="en-GB"/>
        </w:rPr>
      </w:pPr>
    </w:p>
    <w:p w14:paraId="7F0F8E14" w14:textId="77777777" w:rsidR="001844C7" w:rsidRDefault="001844C7" w:rsidP="0076762B">
      <w:pPr>
        <w:tabs>
          <w:tab w:val="left" w:pos="6237"/>
          <w:tab w:val="left" w:pos="8788"/>
        </w:tabs>
        <w:spacing w:after="0" w:line="276" w:lineRule="auto"/>
        <w:ind w:right="-1"/>
        <w:jc w:val="right"/>
        <w:rPr>
          <w:rFonts w:eastAsia="Times New Roman" w:cs="Arial"/>
          <w:bCs/>
          <w:szCs w:val="22"/>
          <w:lang w:val="en-US" w:eastAsia="de-CH"/>
        </w:rPr>
      </w:pPr>
    </w:p>
    <w:p w14:paraId="2DD56237" w14:textId="77777777" w:rsidR="001844C7" w:rsidRDefault="001844C7" w:rsidP="0076762B">
      <w:pPr>
        <w:tabs>
          <w:tab w:val="left" w:pos="6237"/>
          <w:tab w:val="left" w:pos="8788"/>
        </w:tabs>
        <w:spacing w:after="0" w:line="276" w:lineRule="auto"/>
        <w:ind w:right="-1"/>
        <w:jc w:val="right"/>
        <w:rPr>
          <w:rFonts w:eastAsia="Times New Roman" w:cs="Arial"/>
          <w:bCs/>
          <w:szCs w:val="22"/>
          <w:lang w:val="en-US" w:eastAsia="de-CH"/>
        </w:rPr>
      </w:pPr>
    </w:p>
    <w:p w14:paraId="3E3A2C1F" w14:textId="77777777" w:rsidR="001844C7" w:rsidRDefault="001844C7" w:rsidP="0076762B">
      <w:pPr>
        <w:tabs>
          <w:tab w:val="left" w:pos="6237"/>
          <w:tab w:val="left" w:pos="8788"/>
        </w:tabs>
        <w:spacing w:after="0" w:line="276" w:lineRule="auto"/>
        <w:ind w:right="-1"/>
        <w:jc w:val="right"/>
        <w:rPr>
          <w:rFonts w:eastAsia="Times New Roman" w:cs="Arial"/>
          <w:bCs/>
          <w:szCs w:val="22"/>
          <w:lang w:val="en-US" w:eastAsia="de-CH"/>
        </w:rPr>
      </w:pPr>
    </w:p>
    <w:p w14:paraId="72ABE715" w14:textId="77777777" w:rsidR="001844C7" w:rsidRDefault="001844C7" w:rsidP="0076762B">
      <w:pPr>
        <w:tabs>
          <w:tab w:val="left" w:pos="6237"/>
          <w:tab w:val="left" w:pos="8788"/>
        </w:tabs>
        <w:spacing w:after="0" w:line="276" w:lineRule="auto"/>
        <w:ind w:right="-1"/>
        <w:jc w:val="right"/>
        <w:rPr>
          <w:rFonts w:eastAsia="Times New Roman" w:cs="Arial"/>
          <w:bCs/>
          <w:szCs w:val="22"/>
          <w:lang w:val="en-US" w:eastAsia="de-CH"/>
        </w:rPr>
      </w:pPr>
    </w:p>
    <w:p w14:paraId="602CDF9F" w14:textId="6C4C149D" w:rsidR="009839E2" w:rsidRPr="001844C7" w:rsidRDefault="006317E2" w:rsidP="0076762B">
      <w:pPr>
        <w:tabs>
          <w:tab w:val="left" w:pos="6237"/>
          <w:tab w:val="left" w:pos="8788"/>
        </w:tabs>
        <w:spacing w:after="0" w:line="276" w:lineRule="auto"/>
        <w:ind w:right="-1"/>
        <w:jc w:val="right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October</w:t>
      </w:r>
      <w:proofErr w:type="spellEnd"/>
      <w:r>
        <w:rPr>
          <w:rFonts w:cs="Arial"/>
          <w:szCs w:val="22"/>
        </w:rPr>
        <w:t xml:space="preserve"> 1st</w:t>
      </w:r>
      <w:r w:rsidR="00CD0B7E" w:rsidRPr="001844C7">
        <w:rPr>
          <w:rFonts w:cs="Arial"/>
          <w:szCs w:val="22"/>
        </w:rPr>
        <w:t>, 2018</w:t>
      </w:r>
    </w:p>
    <w:p w14:paraId="25858FC0" w14:textId="77777777" w:rsidR="0076762B" w:rsidRPr="001844C7" w:rsidRDefault="0076762B" w:rsidP="007976F0">
      <w:pPr>
        <w:tabs>
          <w:tab w:val="left" w:pos="0"/>
          <w:tab w:val="left" w:pos="5220"/>
          <w:tab w:val="left" w:pos="8788"/>
        </w:tabs>
        <w:spacing w:before="240" w:after="0" w:line="276" w:lineRule="auto"/>
        <w:ind w:right="-1"/>
        <w:rPr>
          <w:rFonts w:cs="Arial"/>
          <w:szCs w:val="22"/>
        </w:rPr>
      </w:pPr>
    </w:p>
    <w:p w14:paraId="01B6E60B" w14:textId="40652851" w:rsidR="007976F0" w:rsidRPr="001844C7" w:rsidRDefault="00180AE5" w:rsidP="0048633B">
      <w:pPr>
        <w:spacing w:after="0" w:line="276" w:lineRule="auto"/>
        <w:rPr>
          <w:rFonts w:cs="Arial"/>
          <w:szCs w:val="22"/>
        </w:rPr>
      </w:pPr>
      <w:proofErr w:type="spellStart"/>
      <w:r w:rsidRPr="001844C7">
        <w:rPr>
          <w:rFonts w:cs="Arial"/>
          <w:szCs w:val="22"/>
        </w:rPr>
        <w:t>Dear</w:t>
      </w:r>
      <w:proofErr w:type="spellEnd"/>
      <w:r w:rsidRPr="001844C7">
        <w:rPr>
          <w:rFonts w:cs="Arial"/>
          <w:szCs w:val="22"/>
        </w:rPr>
        <w:t xml:space="preserve"> </w:t>
      </w:r>
      <w:proofErr w:type="spellStart"/>
      <w:r w:rsidR="001844C7" w:rsidRPr="001844C7">
        <w:rPr>
          <w:rFonts w:eastAsia="Times New Roman" w:cs="Arial"/>
          <w:bCs/>
          <w:szCs w:val="22"/>
          <w:lang w:eastAsia="de-CH"/>
        </w:rPr>
        <w:t>Dr</w:t>
      </w:r>
      <w:proofErr w:type="spellEnd"/>
      <w:r w:rsidR="001844C7" w:rsidRPr="001844C7">
        <w:rPr>
          <w:rFonts w:eastAsia="Times New Roman" w:cs="Arial"/>
          <w:bCs/>
          <w:szCs w:val="22"/>
          <w:lang w:eastAsia="de-CH"/>
        </w:rPr>
        <w:t xml:space="preserve"> Philip Steindel</w:t>
      </w:r>
      <w:r w:rsidR="009334D3" w:rsidRPr="001844C7">
        <w:rPr>
          <w:rFonts w:cs="Arial"/>
          <w:szCs w:val="22"/>
        </w:rPr>
        <w:t>:</w:t>
      </w:r>
    </w:p>
    <w:p w14:paraId="230266DA" w14:textId="77777777" w:rsidR="00D72CD3" w:rsidRPr="001844C7" w:rsidRDefault="00D72CD3" w:rsidP="0048633B">
      <w:pPr>
        <w:spacing w:after="0" w:line="276" w:lineRule="auto"/>
        <w:rPr>
          <w:rFonts w:eastAsia="Times New Roman" w:cs="Arial"/>
          <w:szCs w:val="22"/>
          <w:lang w:eastAsia="de-CH"/>
        </w:rPr>
      </w:pPr>
    </w:p>
    <w:p w14:paraId="7BE11F74" w14:textId="4D366101" w:rsidR="00232C7F" w:rsidRPr="009A10CC" w:rsidRDefault="001844C7" w:rsidP="0048633B">
      <w:pPr>
        <w:tabs>
          <w:tab w:val="left" w:pos="8788"/>
        </w:tabs>
        <w:spacing w:line="276" w:lineRule="auto"/>
        <w:ind w:right="-1"/>
        <w:jc w:val="both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Thank you for the feedback on our Manuscript </w:t>
      </w:r>
      <w:r w:rsidRPr="001844C7">
        <w:rPr>
          <w:rFonts w:cs="Arial"/>
          <w:szCs w:val="22"/>
          <w:lang w:val="en-US"/>
        </w:rPr>
        <w:t>(</w:t>
      </w:r>
      <w:r w:rsidR="006317E2" w:rsidRPr="006317E2">
        <w:rPr>
          <w:rFonts w:cs="Arial"/>
          <w:szCs w:val="22"/>
          <w:lang w:val="en-US"/>
        </w:rPr>
        <w:t>JoVE58443R1, “</w:t>
      </w:r>
      <w:r w:rsidR="004D0F66" w:rsidRPr="004D0F66">
        <w:rPr>
          <w:lang w:val="en-US"/>
        </w:rPr>
        <w:t>Construction of a low-cost mobile incubator for field and laboratory use</w:t>
      </w:r>
      <w:r w:rsidR="006317E2" w:rsidRPr="006317E2">
        <w:rPr>
          <w:rFonts w:cs="Arial"/>
          <w:szCs w:val="22"/>
          <w:lang w:val="en-US"/>
        </w:rPr>
        <w:t>”</w:t>
      </w:r>
      <w:r>
        <w:rPr>
          <w:rFonts w:cs="Arial"/>
          <w:szCs w:val="22"/>
          <w:lang w:val="en-US"/>
        </w:rPr>
        <w:t xml:space="preserve">), and for the opportunity to revise it. </w:t>
      </w:r>
    </w:p>
    <w:p w14:paraId="1F85827F" w14:textId="6D39290F" w:rsidR="00023CBA" w:rsidRPr="001844C7" w:rsidRDefault="008E6B59" w:rsidP="0048633B">
      <w:pPr>
        <w:pStyle w:val="PlainText"/>
        <w:spacing w:line="276" w:lineRule="auto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 xml:space="preserve">We thank you </w:t>
      </w:r>
      <w:r w:rsidR="00023CBA" w:rsidRPr="009A10CC">
        <w:rPr>
          <w:rFonts w:ascii="Arial" w:hAnsi="Arial" w:cs="Arial"/>
          <w:szCs w:val="22"/>
          <w:lang w:val="en-US"/>
        </w:rPr>
        <w:t xml:space="preserve">for </w:t>
      </w:r>
      <w:r>
        <w:rPr>
          <w:rFonts w:ascii="Arial" w:hAnsi="Arial" w:cs="Arial"/>
          <w:szCs w:val="22"/>
          <w:lang w:val="en-US"/>
        </w:rPr>
        <w:t>the</w:t>
      </w:r>
      <w:r w:rsidR="00023CBA" w:rsidRPr="009A10CC">
        <w:rPr>
          <w:rFonts w:ascii="Arial" w:hAnsi="Arial" w:cs="Arial"/>
          <w:szCs w:val="22"/>
          <w:lang w:val="en-US"/>
        </w:rPr>
        <w:t xml:space="preserve"> </w:t>
      </w:r>
      <w:r>
        <w:rPr>
          <w:rFonts w:ascii="Arial" w:hAnsi="Arial" w:cs="Arial"/>
          <w:szCs w:val="22"/>
          <w:lang w:val="en-US"/>
        </w:rPr>
        <w:t>fast</w:t>
      </w:r>
      <w:r w:rsidR="00023CBA" w:rsidRPr="009A10CC">
        <w:rPr>
          <w:rFonts w:ascii="Arial" w:hAnsi="Arial" w:cs="Arial"/>
          <w:szCs w:val="22"/>
          <w:lang w:val="en-US"/>
        </w:rPr>
        <w:t xml:space="preserve"> and co</w:t>
      </w:r>
      <w:r w:rsidR="001844C7">
        <w:rPr>
          <w:rFonts w:ascii="Arial" w:hAnsi="Arial" w:cs="Arial"/>
          <w:szCs w:val="22"/>
          <w:lang w:val="en-US"/>
        </w:rPr>
        <w:t>nstructive feedback</w:t>
      </w:r>
      <w:r w:rsidR="00023CBA" w:rsidRPr="009A10CC">
        <w:rPr>
          <w:rFonts w:ascii="Arial" w:hAnsi="Arial" w:cs="Arial"/>
          <w:szCs w:val="22"/>
          <w:lang w:val="en-US"/>
        </w:rPr>
        <w:t>. We have detailed the</w:t>
      </w:r>
      <w:r w:rsidR="00C05E0F">
        <w:rPr>
          <w:rFonts w:ascii="Arial" w:hAnsi="Arial" w:cs="Arial"/>
          <w:szCs w:val="22"/>
          <w:lang w:val="en-US"/>
        </w:rPr>
        <w:t>se</w:t>
      </w:r>
      <w:r w:rsidR="00023CBA" w:rsidRPr="009A10CC">
        <w:rPr>
          <w:rFonts w:ascii="Arial" w:hAnsi="Arial" w:cs="Arial"/>
          <w:szCs w:val="22"/>
          <w:lang w:val="en-US"/>
        </w:rPr>
        <w:t xml:space="preserve"> edits </w:t>
      </w:r>
      <w:r w:rsidR="00C05E0F">
        <w:rPr>
          <w:rFonts w:ascii="Arial" w:hAnsi="Arial" w:cs="Arial"/>
          <w:szCs w:val="22"/>
          <w:lang w:val="en-US"/>
        </w:rPr>
        <w:t>with</w:t>
      </w:r>
      <w:r w:rsidR="00023CBA" w:rsidRPr="009A10CC">
        <w:rPr>
          <w:rFonts w:ascii="Arial" w:hAnsi="Arial" w:cs="Arial"/>
          <w:szCs w:val="22"/>
          <w:lang w:val="en-US"/>
        </w:rPr>
        <w:t xml:space="preserve">in the </w:t>
      </w:r>
      <w:r w:rsidR="001844C7" w:rsidRPr="001844C7">
        <w:rPr>
          <w:rFonts w:ascii="Arial" w:hAnsi="Arial" w:cs="Arial"/>
          <w:szCs w:val="22"/>
          <w:lang w:val="en-US"/>
        </w:rPr>
        <w:t xml:space="preserve">point-by-point responses to editor comments, with edits indicated by </w:t>
      </w:r>
      <w:r w:rsidR="001844C7" w:rsidRPr="001844C7">
        <w:rPr>
          <w:rFonts w:ascii="Arial" w:hAnsi="Arial" w:cs="Arial"/>
          <w:szCs w:val="22"/>
          <w:u w:val="single"/>
          <w:lang w:val="en-US"/>
        </w:rPr>
        <w:t>underlined</w:t>
      </w:r>
      <w:r w:rsidR="001844C7" w:rsidRPr="001844C7">
        <w:rPr>
          <w:rFonts w:ascii="Arial" w:hAnsi="Arial" w:cs="Arial"/>
          <w:szCs w:val="22"/>
          <w:lang w:val="en-US"/>
        </w:rPr>
        <w:t xml:space="preserve"> text</w:t>
      </w:r>
      <w:r w:rsidR="001844C7">
        <w:rPr>
          <w:rFonts w:ascii="Arial" w:hAnsi="Arial" w:cs="Arial"/>
          <w:szCs w:val="22"/>
          <w:lang w:val="en-US"/>
        </w:rPr>
        <w:t>.</w:t>
      </w:r>
      <w:r w:rsidR="001844C7" w:rsidRPr="001844C7">
        <w:rPr>
          <w:rFonts w:ascii="Arial" w:hAnsi="Arial" w:cs="Arial"/>
          <w:szCs w:val="22"/>
          <w:lang w:val="en-US"/>
        </w:rPr>
        <w:t xml:space="preserve"> All edits are also visible in “track changes</w:t>
      </w:r>
      <w:r w:rsidR="001844C7">
        <w:rPr>
          <w:rFonts w:ascii="Arial" w:hAnsi="Arial" w:cs="Arial"/>
          <w:szCs w:val="22"/>
          <w:lang w:val="en-US"/>
        </w:rPr>
        <w:t>” within the revised manuscript uploaded on your platform.</w:t>
      </w:r>
    </w:p>
    <w:p w14:paraId="32D8E771" w14:textId="0640A187" w:rsidR="000C4C38" w:rsidRPr="009A10CC" w:rsidRDefault="00180AE5" w:rsidP="0048633B">
      <w:pPr>
        <w:tabs>
          <w:tab w:val="left" w:pos="0"/>
          <w:tab w:val="left" w:pos="8788"/>
        </w:tabs>
        <w:spacing w:before="240" w:line="276" w:lineRule="auto"/>
        <w:ind w:right="-1"/>
        <w:jc w:val="both"/>
        <w:rPr>
          <w:rFonts w:cs="Arial"/>
          <w:szCs w:val="22"/>
          <w:lang w:val="en-US"/>
        </w:rPr>
      </w:pPr>
      <w:r w:rsidRPr="009A10CC">
        <w:rPr>
          <w:rFonts w:cs="Arial"/>
          <w:szCs w:val="22"/>
          <w:lang w:val="en-US"/>
        </w:rPr>
        <w:t xml:space="preserve">Please do not hesitate to contact me if you have </w:t>
      </w:r>
      <w:r w:rsidR="001349EC" w:rsidRPr="009A10CC">
        <w:rPr>
          <w:rFonts w:cs="Arial"/>
          <w:szCs w:val="22"/>
          <w:lang w:val="en-US"/>
        </w:rPr>
        <w:t>questions about th</w:t>
      </w:r>
      <w:bookmarkStart w:id="1" w:name="_GoBack"/>
      <w:bookmarkEnd w:id="1"/>
      <w:r w:rsidR="001349EC" w:rsidRPr="009A10CC">
        <w:rPr>
          <w:rFonts w:cs="Arial"/>
          <w:szCs w:val="22"/>
          <w:lang w:val="en-US"/>
        </w:rPr>
        <w:t>e</w:t>
      </w:r>
      <w:r w:rsidRPr="009A10CC">
        <w:rPr>
          <w:rFonts w:cs="Arial"/>
          <w:szCs w:val="22"/>
          <w:lang w:val="en-US"/>
        </w:rPr>
        <w:t xml:space="preserve"> files submi</w:t>
      </w:r>
      <w:r w:rsidR="0048633B">
        <w:rPr>
          <w:rFonts w:cs="Arial"/>
          <w:szCs w:val="22"/>
          <w:lang w:val="en-US"/>
        </w:rPr>
        <w:t>tted through the on</w:t>
      </w:r>
      <w:r w:rsidR="00F953F3" w:rsidRPr="009A10CC">
        <w:rPr>
          <w:rFonts w:cs="Arial"/>
          <w:szCs w:val="22"/>
          <w:lang w:val="en-US"/>
        </w:rPr>
        <w:t>line system or</w:t>
      </w:r>
      <w:r w:rsidRPr="009A10CC">
        <w:rPr>
          <w:rFonts w:cs="Arial"/>
          <w:szCs w:val="22"/>
          <w:lang w:val="en-US"/>
        </w:rPr>
        <w:t xml:space="preserve"> </w:t>
      </w:r>
      <w:r w:rsidR="00DC5EB1" w:rsidRPr="009A10CC">
        <w:rPr>
          <w:rFonts w:cs="Arial"/>
          <w:szCs w:val="22"/>
          <w:lang w:val="en-US"/>
        </w:rPr>
        <w:t>require</w:t>
      </w:r>
      <w:r w:rsidR="00F953F3" w:rsidRPr="009A10CC">
        <w:rPr>
          <w:rFonts w:cs="Arial"/>
          <w:szCs w:val="22"/>
          <w:lang w:val="en-US"/>
        </w:rPr>
        <w:t xml:space="preserve"> additional information</w:t>
      </w:r>
      <w:r w:rsidRPr="009A10CC">
        <w:rPr>
          <w:rFonts w:cs="Arial"/>
          <w:szCs w:val="22"/>
          <w:lang w:val="en-US"/>
        </w:rPr>
        <w:t>.</w:t>
      </w:r>
      <w:r w:rsidR="00E25B4F" w:rsidRPr="009A10CC">
        <w:rPr>
          <w:rFonts w:cs="Arial"/>
          <w:szCs w:val="22"/>
          <w:lang w:val="en-US"/>
        </w:rPr>
        <w:t xml:space="preserve"> </w:t>
      </w:r>
      <w:r w:rsidRPr="009A10CC">
        <w:rPr>
          <w:rFonts w:cs="Arial"/>
          <w:szCs w:val="22"/>
          <w:lang w:val="en-US"/>
        </w:rPr>
        <w:t>Thank you in advance for your consideration</w:t>
      </w:r>
      <w:r w:rsidR="00CF1550" w:rsidRPr="009A10CC">
        <w:rPr>
          <w:rFonts w:cs="Arial"/>
          <w:szCs w:val="22"/>
          <w:lang w:val="en-US"/>
        </w:rPr>
        <w:t>,</w:t>
      </w:r>
      <w:r w:rsidR="00422949" w:rsidRPr="009A10CC">
        <w:rPr>
          <w:rFonts w:cs="Arial"/>
          <w:szCs w:val="22"/>
          <w:lang w:val="en-US"/>
        </w:rPr>
        <w:t xml:space="preserve"> and w</w:t>
      </w:r>
      <w:r w:rsidRPr="009A10CC">
        <w:rPr>
          <w:rFonts w:cs="Arial"/>
          <w:szCs w:val="22"/>
          <w:lang w:val="en-US"/>
        </w:rPr>
        <w:t>e look forward to hearing from you.</w:t>
      </w:r>
    </w:p>
    <w:p w14:paraId="360EFD10" w14:textId="166626D1" w:rsidR="00DE0E8D" w:rsidRPr="009A10CC" w:rsidRDefault="00B12DFC" w:rsidP="00DE0E8D">
      <w:pPr>
        <w:pStyle w:val="BodyTextCSS"/>
        <w:tabs>
          <w:tab w:val="left" w:pos="8788"/>
        </w:tabs>
        <w:spacing w:before="240" w:after="120" w:line="240" w:lineRule="auto"/>
        <w:ind w:right="-1"/>
        <w:jc w:val="both"/>
        <w:rPr>
          <w:rFonts w:ascii="Arial" w:hAnsi="Arial" w:cs="Arial"/>
          <w:noProof/>
          <w:sz w:val="22"/>
          <w:szCs w:val="22"/>
        </w:rPr>
      </w:pPr>
      <w:r w:rsidRPr="009A10CC">
        <w:rPr>
          <w:rFonts w:ascii="Arial" w:hAnsi="Arial" w:cs="Arial"/>
          <w:noProof/>
          <w:sz w:val="22"/>
          <w:szCs w:val="22"/>
        </w:rPr>
        <w:t>Yours sincerely,</w:t>
      </w:r>
    </w:p>
    <w:p w14:paraId="4941DFF5" w14:textId="733A1A93" w:rsidR="00B12DFC" w:rsidRPr="009A10CC" w:rsidRDefault="001844C7" w:rsidP="00DE0E8D">
      <w:pPr>
        <w:pStyle w:val="BodyTextCSS"/>
        <w:tabs>
          <w:tab w:val="left" w:pos="8788"/>
        </w:tabs>
        <w:spacing w:line="240" w:lineRule="auto"/>
        <w:ind w:right="-1"/>
        <w:jc w:val="both"/>
        <w:rPr>
          <w:rFonts w:ascii="Arial" w:hAnsi="Arial" w:cs="Arial"/>
          <w:noProof/>
          <w:sz w:val="22"/>
          <w:szCs w:val="22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9264" behindDoc="1" locked="0" layoutInCell="1" allowOverlap="1" wp14:anchorId="4C3C9827" wp14:editId="2508E3D3">
            <wp:simplePos x="0" y="0"/>
            <wp:positionH relativeFrom="column">
              <wp:posOffset>-2980</wp:posOffset>
            </wp:positionH>
            <wp:positionV relativeFrom="paragraph">
              <wp:posOffset>158017</wp:posOffset>
            </wp:positionV>
            <wp:extent cx="1811216" cy="8436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4BC80.tmp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>
                                  <a14:foregroundMark x1="28202" y1="49148" x2="28202" y2="49148"/>
                                  <a14:foregroundMark x1="33264" y1="40530" x2="33264" y2="40530"/>
                                  <a14:foregroundMark x1="36054" y1="64110" x2="36054" y2="64110"/>
                                  <a14:foregroundMark x1="39205" y1="46875" x2="39205" y2="468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56" t="29628" r="26657" b="25548"/>
                    <a:stretch/>
                  </pic:blipFill>
                  <pic:spPr bwMode="auto">
                    <a:xfrm>
                      <a:off x="0" y="0"/>
                      <a:ext cx="1824260" cy="849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39A440" w14:textId="1363B597" w:rsidR="00FD777A" w:rsidRPr="009A10CC" w:rsidRDefault="00FD777A" w:rsidP="00CB1F38">
      <w:pPr>
        <w:tabs>
          <w:tab w:val="left" w:pos="5103"/>
          <w:tab w:val="left" w:pos="8788"/>
        </w:tabs>
        <w:spacing w:after="0" w:line="360" w:lineRule="auto"/>
        <w:ind w:right="-1"/>
        <w:jc w:val="both"/>
        <w:rPr>
          <w:rFonts w:eastAsia="Times New Roman" w:cs="Arial"/>
          <w:noProof/>
          <w:szCs w:val="22"/>
          <w:lang w:val="en-US" w:eastAsia="de-CH"/>
        </w:rPr>
      </w:pPr>
    </w:p>
    <w:p w14:paraId="615F1AD1" w14:textId="77777777" w:rsidR="00FD777A" w:rsidRPr="009A10CC" w:rsidRDefault="00FD777A" w:rsidP="00CB1F38">
      <w:pPr>
        <w:tabs>
          <w:tab w:val="left" w:pos="5103"/>
          <w:tab w:val="left" w:pos="8788"/>
        </w:tabs>
        <w:spacing w:after="0" w:line="360" w:lineRule="auto"/>
        <w:ind w:right="-1"/>
        <w:jc w:val="both"/>
        <w:rPr>
          <w:rFonts w:eastAsia="Times New Roman" w:cs="Arial"/>
          <w:noProof/>
          <w:szCs w:val="22"/>
          <w:lang w:val="en-US" w:eastAsia="de-CH"/>
        </w:rPr>
      </w:pPr>
    </w:p>
    <w:p w14:paraId="1894AF9A" w14:textId="77777777" w:rsidR="00994755" w:rsidRPr="009A10CC" w:rsidRDefault="00994755" w:rsidP="00CB1F38">
      <w:pPr>
        <w:tabs>
          <w:tab w:val="left" w:pos="5103"/>
          <w:tab w:val="left" w:pos="8788"/>
        </w:tabs>
        <w:spacing w:after="0" w:line="360" w:lineRule="auto"/>
        <w:ind w:right="-1"/>
        <w:jc w:val="both"/>
        <w:rPr>
          <w:rFonts w:eastAsia="Times New Roman" w:cs="Arial"/>
          <w:noProof/>
          <w:szCs w:val="22"/>
          <w:lang w:val="en-US" w:eastAsia="de-CH"/>
        </w:rPr>
      </w:pPr>
    </w:p>
    <w:p w14:paraId="2CC78489" w14:textId="77777777" w:rsidR="00DC1CA2" w:rsidRPr="009A10CC" w:rsidRDefault="00DC1CA2" w:rsidP="00CB1F38">
      <w:pPr>
        <w:tabs>
          <w:tab w:val="left" w:pos="5103"/>
          <w:tab w:val="left" w:pos="8788"/>
        </w:tabs>
        <w:spacing w:after="0" w:line="240" w:lineRule="auto"/>
        <w:ind w:right="-1"/>
        <w:jc w:val="both"/>
        <w:rPr>
          <w:rFonts w:eastAsia="Times New Roman" w:cs="Arial"/>
          <w:noProof/>
          <w:szCs w:val="22"/>
          <w:lang w:val="en-US" w:eastAsia="de-CH"/>
        </w:rPr>
      </w:pPr>
    </w:p>
    <w:p w14:paraId="1B215B19" w14:textId="46F7377D" w:rsidR="00B12DFC" w:rsidRPr="009A10CC" w:rsidRDefault="001844C7" w:rsidP="00CB1F38">
      <w:pPr>
        <w:tabs>
          <w:tab w:val="left" w:pos="5103"/>
          <w:tab w:val="left" w:pos="8788"/>
        </w:tabs>
        <w:spacing w:after="0" w:line="240" w:lineRule="auto"/>
        <w:ind w:right="-1"/>
        <w:jc w:val="both"/>
        <w:rPr>
          <w:rFonts w:eastAsia="Times New Roman" w:cs="Arial"/>
          <w:noProof/>
          <w:szCs w:val="22"/>
          <w:lang w:val="en-US" w:eastAsia="de-CH"/>
        </w:rPr>
      </w:pPr>
      <w:r>
        <w:rPr>
          <w:rFonts w:eastAsia="Times New Roman" w:cs="Arial"/>
          <w:noProof/>
          <w:szCs w:val="22"/>
          <w:lang w:val="en-US" w:eastAsia="de-CH"/>
        </w:rPr>
        <w:t>Ariane Schertenleib</w:t>
      </w:r>
    </w:p>
    <w:p w14:paraId="69B091BD" w14:textId="77777777" w:rsidR="00180AE5" w:rsidRPr="009A10CC" w:rsidRDefault="00180AE5" w:rsidP="003267EF">
      <w:pPr>
        <w:pStyle w:val="Header"/>
        <w:tabs>
          <w:tab w:val="clear" w:pos="4320"/>
          <w:tab w:val="clear" w:pos="8640"/>
          <w:tab w:val="left" w:pos="0"/>
          <w:tab w:val="left" w:pos="8788"/>
        </w:tabs>
        <w:ind w:right="-1"/>
        <w:rPr>
          <w:rFonts w:cs="Arial"/>
          <w:szCs w:val="22"/>
          <w:u w:val="single"/>
          <w:lang w:val="en-US"/>
        </w:rPr>
      </w:pPr>
    </w:p>
    <w:p w14:paraId="0CD1CB0A" w14:textId="77777777" w:rsidR="0028429A" w:rsidRPr="009A10CC" w:rsidRDefault="0028429A">
      <w:pPr>
        <w:spacing w:after="0" w:line="240" w:lineRule="auto"/>
        <w:rPr>
          <w:rFonts w:cs="Arial"/>
          <w:b/>
          <w:szCs w:val="22"/>
          <w:lang w:val="en-US"/>
        </w:rPr>
      </w:pPr>
    </w:p>
    <w:p w14:paraId="5EDA2C30" w14:textId="77777777" w:rsidR="00230558" w:rsidRPr="009A10CC" w:rsidRDefault="00230558" w:rsidP="005B629C">
      <w:pPr>
        <w:rPr>
          <w:rFonts w:cs="Arial"/>
          <w:noProof/>
          <w:szCs w:val="22"/>
          <w:lang w:val="en-US"/>
        </w:rPr>
      </w:pPr>
    </w:p>
    <w:sectPr w:rsidR="00230558" w:rsidRPr="009A10CC" w:rsidSect="00DC5EB1">
      <w:footerReference w:type="default" r:id="rId10"/>
      <w:headerReference w:type="first" r:id="rId11"/>
      <w:footerReference w:type="first" r:id="rId12"/>
      <w:pgSz w:w="11899" w:h="16838"/>
      <w:pgMar w:top="1417" w:right="1417" w:bottom="1134" w:left="1417" w:header="51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5FC71" w14:textId="77777777" w:rsidR="005B3C50" w:rsidRDefault="005B3C50">
      <w:r>
        <w:separator/>
      </w:r>
    </w:p>
  </w:endnote>
  <w:endnote w:type="continuationSeparator" w:id="0">
    <w:p w14:paraId="617FA7C2" w14:textId="77777777" w:rsidR="005B3C50" w:rsidRDefault="005B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874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9B1609" w14:textId="14111D1C" w:rsidR="00C951F4" w:rsidRDefault="00C951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4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E66455" w14:textId="4AB45678" w:rsidR="005B3C50" w:rsidRPr="00AC7A50" w:rsidRDefault="005B3C50" w:rsidP="00DA6825">
    <w:pPr>
      <w:pStyle w:val="BER-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823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4CA3A7" w14:textId="44434C48" w:rsidR="00C951F4" w:rsidRDefault="00C951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F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C847B9" w14:textId="77777777" w:rsidR="00F14268" w:rsidRDefault="00F14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1E75" w14:textId="77777777" w:rsidR="005B3C50" w:rsidRDefault="005B3C50">
      <w:r>
        <w:separator/>
      </w:r>
    </w:p>
  </w:footnote>
  <w:footnote w:type="continuationSeparator" w:id="0">
    <w:p w14:paraId="453294A3" w14:textId="77777777" w:rsidR="005B3C50" w:rsidRDefault="005B3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DA81" w14:textId="03A4AC72" w:rsidR="005B3C50" w:rsidRPr="00180AE5" w:rsidRDefault="005B3C50" w:rsidP="009839E2">
    <w:pPr>
      <w:pStyle w:val="BER-header"/>
      <w:ind w:left="709" w:right="6662"/>
      <w:rPr>
        <w:lang w:val="en-US"/>
      </w:rPr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EDB668" wp14:editId="207B6935">
              <wp:simplePos x="0" y="0"/>
              <wp:positionH relativeFrom="column">
                <wp:posOffset>481330</wp:posOffset>
              </wp:positionH>
              <wp:positionV relativeFrom="paragraph">
                <wp:posOffset>-7620</wp:posOffset>
              </wp:positionV>
              <wp:extent cx="0" cy="644525"/>
              <wp:effectExtent l="0" t="0" r="19050" b="22225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4726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37.9pt;margin-top:-.6pt;width:0;height:5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"/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0" distR="0" simplePos="0" relativeHeight="251656704" behindDoc="0" locked="0" layoutInCell="1" allowOverlap="0" wp14:anchorId="397FDD49" wp14:editId="79591AD9">
              <wp:simplePos x="0" y="0"/>
              <wp:positionH relativeFrom="page">
                <wp:posOffset>0</wp:posOffset>
              </wp:positionH>
              <wp:positionV relativeFrom="page">
                <wp:posOffset>323850</wp:posOffset>
              </wp:positionV>
              <wp:extent cx="1332230" cy="723900"/>
              <wp:effectExtent l="0" t="0" r="127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223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3906A" w14:textId="77777777" w:rsidR="005B3C50" w:rsidRDefault="005B3C50" w:rsidP="00DA6825">
                          <w:pPr>
                            <w:pStyle w:val="BER-header2"/>
                          </w:pPr>
                          <w:r w:rsidRPr="00C43C4E">
                            <w:t>Eawag</w:t>
                          </w:r>
                        </w:p>
                        <w:p w14:paraId="35B8157D" w14:textId="77777777" w:rsidR="005B3C50" w:rsidRPr="00C43C4E" w:rsidRDefault="005B3C50" w:rsidP="00DA6825">
                          <w:pPr>
                            <w:pStyle w:val="BER-header2"/>
                          </w:pPr>
                          <w:r>
                            <w:t xml:space="preserve">Department </w:t>
                          </w:r>
                          <w:proofErr w:type="spellStart"/>
                          <w:r>
                            <w:t>Sandec</w:t>
                          </w:r>
                          <w:proofErr w:type="spellEnd"/>
                        </w:p>
                        <w:p w14:paraId="721D3439" w14:textId="77777777" w:rsidR="005B3C50" w:rsidRPr="0067152B" w:rsidRDefault="005B3C50" w:rsidP="00DA6825">
                          <w:pPr>
                            <w:pStyle w:val="BER-header2"/>
                            <w:rPr>
                              <w:szCs w:val="14"/>
                            </w:rPr>
                          </w:pPr>
                          <w:r w:rsidRPr="0067152B">
                            <w:rPr>
                              <w:szCs w:val="14"/>
                            </w:rPr>
                            <w:t>Überlandstrasse 133</w:t>
                          </w:r>
                        </w:p>
                        <w:p w14:paraId="65696A69" w14:textId="77777777" w:rsidR="005B3C50" w:rsidRPr="00C43C4E" w:rsidRDefault="005B3C50" w:rsidP="00DA6825">
                          <w:pPr>
                            <w:pStyle w:val="BER-header2"/>
                          </w:pPr>
                          <w:r>
                            <w:t>CH-</w:t>
                          </w:r>
                          <w:r w:rsidRPr="00C43C4E">
                            <w:t xml:space="preserve">8600 </w:t>
                          </w:r>
                          <w:r w:rsidRPr="00892FE6">
                            <w:rPr>
                              <w:rFonts w:cs="Arial"/>
                              <w:szCs w:val="14"/>
                            </w:rPr>
                            <w:t>Dübendorf</w:t>
                          </w:r>
                        </w:p>
                        <w:p w14:paraId="18243A27" w14:textId="77777777" w:rsidR="005B3C50" w:rsidRDefault="005B3C50" w:rsidP="00DA6825">
                          <w:pPr>
                            <w:pStyle w:val="BER-header2"/>
                          </w:pPr>
                          <w:proofErr w:type="spellStart"/>
                          <w:r w:rsidRPr="00C43C4E">
                            <w:t>S</w:t>
                          </w:r>
                          <w:r>
                            <w:t>witzerland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FDD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25.5pt;width:104.9pt;height:57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" o:allowoverlap="f" filled="f" stroked="f">
              <v:textbox inset="0,0,0,0">
                <w:txbxContent>
                  <w:p w14:paraId="5AB3906A" w14:textId="77777777" w:rsidR="005B3C50" w:rsidRDefault="005B3C50" w:rsidP="00DA6825">
                    <w:pPr>
                      <w:pStyle w:val="BER-header2"/>
                    </w:pPr>
                    <w:r w:rsidRPr="00C43C4E">
                      <w:t>Eawag</w:t>
                    </w:r>
                  </w:p>
                  <w:p w14:paraId="35B8157D" w14:textId="77777777" w:rsidR="005B3C50" w:rsidRPr="00C43C4E" w:rsidRDefault="005B3C50" w:rsidP="00DA6825">
                    <w:pPr>
                      <w:pStyle w:val="BER-header2"/>
                    </w:pPr>
                    <w:r>
                      <w:t xml:space="preserve">Department </w:t>
                    </w:r>
                    <w:proofErr w:type="spellStart"/>
                    <w:r>
                      <w:t>Sandec</w:t>
                    </w:r>
                    <w:proofErr w:type="spellEnd"/>
                  </w:p>
                  <w:p w14:paraId="721D3439" w14:textId="77777777" w:rsidR="005B3C50" w:rsidRPr="0067152B" w:rsidRDefault="005B3C50" w:rsidP="00DA6825">
                    <w:pPr>
                      <w:pStyle w:val="BER-header2"/>
                      <w:rPr>
                        <w:szCs w:val="14"/>
                      </w:rPr>
                    </w:pPr>
                    <w:r w:rsidRPr="0067152B">
                      <w:rPr>
                        <w:szCs w:val="14"/>
                      </w:rPr>
                      <w:t>Überlandstrasse 133</w:t>
                    </w:r>
                  </w:p>
                  <w:p w14:paraId="65696A69" w14:textId="77777777" w:rsidR="005B3C50" w:rsidRPr="00C43C4E" w:rsidRDefault="005B3C50" w:rsidP="00DA6825">
                    <w:pPr>
                      <w:pStyle w:val="BER-header2"/>
                    </w:pPr>
                    <w:r>
                      <w:t>CH-</w:t>
                    </w:r>
                    <w:r w:rsidRPr="00C43C4E">
                      <w:t xml:space="preserve">8600 </w:t>
                    </w:r>
                    <w:r w:rsidRPr="00892FE6">
                      <w:rPr>
                        <w:rFonts w:cs="Arial"/>
                        <w:szCs w:val="14"/>
                      </w:rPr>
                      <w:t>Dübendorf</w:t>
                    </w:r>
                  </w:p>
                  <w:p w14:paraId="18243A27" w14:textId="77777777" w:rsidR="005B3C50" w:rsidRDefault="005B3C50" w:rsidP="00DA6825">
                    <w:pPr>
                      <w:pStyle w:val="BER-header2"/>
                    </w:pPr>
                    <w:proofErr w:type="spellStart"/>
                    <w:r w:rsidRPr="00C43C4E">
                      <w:t>S</w:t>
                    </w:r>
                    <w:r>
                      <w:t>witzerland</w:t>
                    </w:r>
                    <w:proofErr w:type="spellEnd"/>
                  </w:p>
                </w:txbxContent>
              </v:textbox>
              <w10:wrap type="square" anchorx="page" anchory="page"/>
            </v:shape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59776" behindDoc="0" locked="0" layoutInCell="1" allowOverlap="1" wp14:anchorId="6A67F529" wp14:editId="31350953">
          <wp:simplePos x="0" y="0"/>
          <wp:positionH relativeFrom="margin">
            <wp:posOffset>3629660</wp:posOffset>
          </wp:positionH>
          <wp:positionV relativeFrom="margin">
            <wp:posOffset>-831215</wp:posOffset>
          </wp:positionV>
          <wp:extent cx="2411095" cy="603885"/>
          <wp:effectExtent l="0" t="0" r="8255" b="5715"/>
          <wp:wrapSquare wrapText="bothSides"/>
          <wp:docPr id="7" name="Picture 7" descr="https://upload.wikimedia.org/wikipedia/commons/thumb/b/b1/Logo_Eawag.svg/400px-Logo_Eawag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thumb/b/b1/Logo_Eawag.svg/400px-Logo_Eawag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109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en-US"/>
      </w:rPr>
      <w:t xml:space="preserve">  </w:t>
    </w:r>
    <w:r w:rsidR="001844C7">
      <w:rPr>
        <w:lang w:val="en-US"/>
      </w:rPr>
      <w:t xml:space="preserve"> Ariane Schertenleib</w:t>
    </w:r>
    <w:r w:rsidRPr="00180AE5">
      <w:rPr>
        <w:lang w:val="en-US"/>
      </w:rPr>
      <w:t xml:space="preserve"> </w:t>
    </w:r>
  </w:p>
  <w:p w14:paraId="4387674C" w14:textId="0A7EA42B" w:rsidR="005B3C50" w:rsidRPr="00180AE5" w:rsidRDefault="005B3C50" w:rsidP="009839E2">
    <w:pPr>
      <w:pStyle w:val="BER-header"/>
      <w:ind w:left="709" w:right="6662"/>
      <w:rPr>
        <w:lang w:val="en-US"/>
      </w:rPr>
    </w:pPr>
    <w:r>
      <w:rPr>
        <w:lang w:val="en-US"/>
      </w:rPr>
      <w:t xml:space="preserve">   </w:t>
    </w:r>
    <w:r w:rsidR="001844C7">
      <w:rPr>
        <w:lang w:val="en-US"/>
      </w:rPr>
      <w:t>Project Officer</w:t>
    </w:r>
  </w:p>
  <w:p w14:paraId="3C929FAF" w14:textId="694E8D7C" w:rsidR="005B3C50" w:rsidRPr="00180AE5" w:rsidRDefault="005B3C50" w:rsidP="001844C7">
    <w:pPr>
      <w:pStyle w:val="BER-header"/>
      <w:ind w:left="709" w:right="6662"/>
      <w:rPr>
        <w:lang w:val="en-US"/>
      </w:rPr>
    </w:pPr>
    <w:r>
      <w:rPr>
        <w:lang w:val="en-US"/>
      </w:rPr>
      <w:t xml:space="preserve">   </w:t>
    </w:r>
    <w:r w:rsidRPr="00180AE5">
      <w:rPr>
        <w:lang w:val="en-US"/>
      </w:rPr>
      <w:t xml:space="preserve">+41 </w:t>
    </w:r>
    <w:r w:rsidR="001844C7" w:rsidRPr="001844C7">
      <w:rPr>
        <w:lang w:val="en-US"/>
      </w:rPr>
      <w:t>58 765 53 23</w:t>
    </w:r>
  </w:p>
  <w:p w14:paraId="6004C494" w14:textId="7C2A616D" w:rsidR="005B3C50" w:rsidRPr="00180AE5" w:rsidRDefault="005B3C50" w:rsidP="001844C7">
    <w:pPr>
      <w:pStyle w:val="BER-header"/>
      <w:ind w:left="709" w:right="6230"/>
      <w:rPr>
        <w:lang w:val="en-US"/>
      </w:rPr>
    </w:pPr>
    <w:r w:rsidRPr="00F557CC">
      <w:rPr>
        <w:lang w:val="en-US"/>
      </w:rPr>
      <w:t xml:space="preserve">   </w:t>
    </w:r>
    <w:r w:rsidR="001844C7">
      <w:rPr>
        <w:rStyle w:val="Hyperlink"/>
        <w:lang w:val="en-US"/>
      </w:rPr>
      <w:t>ariane.schertenleib@eawag.ch</w:t>
    </w:r>
  </w:p>
  <w:p w14:paraId="31F650F6" w14:textId="77777777" w:rsidR="005B3C50" w:rsidRPr="00892FE6" w:rsidRDefault="005B3C50" w:rsidP="009839E2">
    <w:pPr>
      <w:pStyle w:val="BER-header"/>
      <w:ind w:left="709"/>
      <w:rPr>
        <w:b/>
        <w:lang w:val="en-US"/>
      </w:rPr>
    </w:pPr>
    <w:r w:rsidRPr="00180AE5">
      <w:rPr>
        <w:lang w:val="en-US"/>
      </w:rPr>
      <w:t xml:space="preserve"> </w:t>
    </w:r>
    <w:r>
      <w:rPr>
        <w:lang w:val="en-US"/>
      </w:rPr>
      <w:t xml:space="preserve">   </w:t>
    </w:r>
    <w:hyperlink r:id="rId2" w:history="1">
      <w:r w:rsidRPr="00A21F0B">
        <w:rPr>
          <w:rStyle w:val="Hyperlink"/>
          <w:lang w:val="en-US"/>
        </w:rPr>
        <w:t>www.sandec.ch</w:t>
      </w:r>
    </w:hyperlink>
    <w:r w:rsidRPr="00A21F0B">
      <w:rPr>
        <w:lang w:val="en-US"/>
      </w:rPr>
      <w:t xml:space="preserve"> </w:t>
    </w:r>
  </w:p>
  <w:p w14:paraId="518CB61F" w14:textId="77777777" w:rsidR="005B3C50" w:rsidRPr="00892FE6" w:rsidRDefault="005B3C50" w:rsidP="009839E2">
    <w:pPr>
      <w:pStyle w:val="BER-header"/>
      <w:ind w:right="6662"/>
      <w:rPr>
        <w:b/>
        <w:lang w:val="en-US"/>
      </w:rPr>
    </w:pPr>
    <w:r w:rsidRPr="00180AE5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60E43"/>
    <w:multiLevelType w:val="hybridMultilevel"/>
    <w:tmpl w:val="10CCB9FC"/>
    <w:lvl w:ilvl="0" w:tplc="04AA6FBC">
      <w:numFmt w:val="bullet"/>
      <w:lvlText w:val=""/>
      <w:lvlJc w:val="left"/>
      <w:pPr>
        <w:ind w:left="-349" w:hanging="360"/>
      </w:pPr>
      <w:rPr>
        <w:rFonts w:ascii="Symbol" w:eastAsia="Arial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1DEE5CB8"/>
    <w:multiLevelType w:val="hybridMultilevel"/>
    <w:tmpl w:val="0736F3AC"/>
    <w:lvl w:ilvl="0" w:tplc="5B5ADD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8201E"/>
    <w:multiLevelType w:val="hybridMultilevel"/>
    <w:tmpl w:val="5E263B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F7A9B"/>
    <w:multiLevelType w:val="hybridMultilevel"/>
    <w:tmpl w:val="9DECDB50"/>
    <w:lvl w:ilvl="0" w:tplc="E2F22494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93"/>
    <w:rsid w:val="00022A9E"/>
    <w:rsid w:val="00023CBA"/>
    <w:rsid w:val="00026F05"/>
    <w:rsid w:val="000311F7"/>
    <w:rsid w:val="00037E9D"/>
    <w:rsid w:val="00040F38"/>
    <w:rsid w:val="00073DFC"/>
    <w:rsid w:val="00076363"/>
    <w:rsid w:val="00080119"/>
    <w:rsid w:val="00092DA7"/>
    <w:rsid w:val="00096AB2"/>
    <w:rsid w:val="000A4CE5"/>
    <w:rsid w:val="000B1E64"/>
    <w:rsid w:val="000C4C38"/>
    <w:rsid w:val="000C73F4"/>
    <w:rsid w:val="000D1FAF"/>
    <w:rsid w:val="000F6C14"/>
    <w:rsid w:val="001114E9"/>
    <w:rsid w:val="00115D77"/>
    <w:rsid w:val="00120A1E"/>
    <w:rsid w:val="001349EC"/>
    <w:rsid w:val="00180AE5"/>
    <w:rsid w:val="001844C7"/>
    <w:rsid w:val="00190B81"/>
    <w:rsid w:val="001B4D80"/>
    <w:rsid w:val="001B72DD"/>
    <w:rsid w:val="001C1A35"/>
    <w:rsid w:val="001D53C4"/>
    <w:rsid w:val="001E0E59"/>
    <w:rsid w:val="001E19E9"/>
    <w:rsid w:val="001E2AE1"/>
    <w:rsid w:val="001F53EE"/>
    <w:rsid w:val="001F698F"/>
    <w:rsid w:val="00205C20"/>
    <w:rsid w:val="00224EED"/>
    <w:rsid w:val="00230558"/>
    <w:rsid w:val="00232C7F"/>
    <w:rsid w:val="0024029E"/>
    <w:rsid w:val="002411BE"/>
    <w:rsid w:val="0024518D"/>
    <w:rsid w:val="00252B18"/>
    <w:rsid w:val="00253083"/>
    <w:rsid w:val="00256C91"/>
    <w:rsid w:val="00263A70"/>
    <w:rsid w:val="00266741"/>
    <w:rsid w:val="002750A5"/>
    <w:rsid w:val="0028403C"/>
    <w:rsid w:val="0028429A"/>
    <w:rsid w:val="002A5262"/>
    <w:rsid w:val="002B359B"/>
    <w:rsid w:val="002C19C6"/>
    <w:rsid w:val="002D1E25"/>
    <w:rsid w:val="002E44CF"/>
    <w:rsid w:val="002E6209"/>
    <w:rsid w:val="00300193"/>
    <w:rsid w:val="00305847"/>
    <w:rsid w:val="003106BB"/>
    <w:rsid w:val="003267EF"/>
    <w:rsid w:val="00335BB5"/>
    <w:rsid w:val="00343B5B"/>
    <w:rsid w:val="00354169"/>
    <w:rsid w:val="003734A6"/>
    <w:rsid w:val="003876A5"/>
    <w:rsid w:val="003933F6"/>
    <w:rsid w:val="003B0E73"/>
    <w:rsid w:val="003E7CFF"/>
    <w:rsid w:val="004060C0"/>
    <w:rsid w:val="0040620F"/>
    <w:rsid w:val="00406352"/>
    <w:rsid w:val="0041060A"/>
    <w:rsid w:val="00422426"/>
    <w:rsid w:val="00422949"/>
    <w:rsid w:val="00427DBA"/>
    <w:rsid w:val="00431FA5"/>
    <w:rsid w:val="00437B39"/>
    <w:rsid w:val="0044211B"/>
    <w:rsid w:val="00481D68"/>
    <w:rsid w:val="0048596C"/>
    <w:rsid w:val="00485FE7"/>
    <w:rsid w:val="0048633B"/>
    <w:rsid w:val="00496B42"/>
    <w:rsid w:val="004A3671"/>
    <w:rsid w:val="004C2940"/>
    <w:rsid w:val="004D0F66"/>
    <w:rsid w:val="004D3540"/>
    <w:rsid w:val="005075D8"/>
    <w:rsid w:val="005361A8"/>
    <w:rsid w:val="005409F3"/>
    <w:rsid w:val="0054618A"/>
    <w:rsid w:val="005A167C"/>
    <w:rsid w:val="005B3C50"/>
    <w:rsid w:val="005B4BBE"/>
    <w:rsid w:val="005B629C"/>
    <w:rsid w:val="005B7259"/>
    <w:rsid w:val="005E0C33"/>
    <w:rsid w:val="005F0798"/>
    <w:rsid w:val="005F1E3D"/>
    <w:rsid w:val="005F623A"/>
    <w:rsid w:val="00602FE1"/>
    <w:rsid w:val="00621DCE"/>
    <w:rsid w:val="006317E2"/>
    <w:rsid w:val="00657F49"/>
    <w:rsid w:val="006600FF"/>
    <w:rsid w:val="0067152B"/>
    <w:rsid w:val="0067278A"/>
    <w:rsid w:val="006742B2"/>
    <w:rsid w:val="00680415"/>
    <w:rsid w:val="00686A17"/>
    <w:rsid w:val="00697360"/>
    <w:rsid w:val="006C3C11"/>
    <w:rsid w:val="0071375D"/>
    <w:rsid w:val="0071652E"/>
    <w:rsid w:val="00733CC4"/>
    <w:rsid w:val="007410A4"/>
    <w:rsid w:val="0076762B"/>
    <w:rsid w:val="00767E55"/>
    <w:rsid w:val="007778E6"/>
    <w:rsid w:val="00783A5C"/>
    <w:rsid w:val="007976F0"/>
    <w:rsid w:val="007A29B7"/>
    <w:rsid w:val="007A790B"/>
    <w:rsid w:val="007A7F93"/>
    <w:rsid w:val="007B1267"/>
    <w:rsid w:val="007C2F98"/>
    <w:rsid w:val="007F6786"/>
    <w:rsid w:val="0080387C"/>
    <w:rsid w:val="00832EE0"/>
    <w:rsid w:val="0085039D"/>
    <w:rsid w:val="008615FB"/>
    <w:rsid w:val="00861F9E"/>
    <w:rsid w:val="0086615E"/>
    <w:rsid w:val="008714A4"/>
    <w:rsid w:val="008745EF"/>
    <w:rsid w:val="008828BF"/>
    <w:rsid w:val="008873E1"/>
    <w:rsid w:val="00892FE6"/>
    <w:rsid w:val="008A01E5"/>
    <w:rsid w:val="008A0D24"/>
    <w:rsid w:val="008B04EC"/>
    <w:rsid w:val="008B666E"/>
    <w:rsid w:val="008C1473"/>
    <w:rsid w:val="008C77F0"/>
    <w:rsid w:val="008D28D2"/>
    <w:rsid w:val="008E6B59"/>
    <w:rsid w:val="008F464A"/>
    <w:rsid w:val="00921B09"/>
    <w:rsid w:val="009334D3"/>
    <w:rsid w:val="00946F06"/>
    <w:rsid w:val="00960A71"/>
    <w:rsid w:val="00973806"/>
    <w:rsid w:val="009839E2"/>
    <w:rsid w:val="00994755"/>
    <w:rsid w:val="009A10CC"/>
    <w:rsid w:val="009A6493"/>
    <w:rsid w:val="009B2028"/>
    <w:rsid w:val="009D68A3"/>
    <w:rsid w:val="00A0056F"/>
    <w:rsid w:val="00A0387F"/>
    <w:rsid w:val="00A05119"/>
    <w:rsid w:val="00A173AC"/>
    <w:rsid w:val="00A21F0B"/>
    <w:rsid w:val="00A41A9A"/>
    <w:rsid w:val="00A52D62"/>
    <w:rsid w:val="00A567D9"/>
    <w:rsid w:val="00A74129"/>
    <w:rsid w:val="00A8374B"/>
    <w:rsid w:val="00AB2A92"/>
    <w:rsid w:val="00AC6018"/>
    <w:rsid w:val="00AC68C9"/>
    <w:rsid w:val="00AC7A50"/>
    <w:rsid w:val="00AF4111"/>
    <w:rsid w:val="00AF5884"/>
    <w:rsid w:val="00B05E26"/>
    <w:rsid w:val="00B0671D"/>
    <w:rsid w:val="00B1020C"/>
    <w:rsid w:val="00B12DFC"/>
    <w:rsid w:val="00B13F98"/>
    <w:rsid w:val="00B15FA3"/>
    <w:rsid w:val="00B172AB"/>
    <w:rsid w:val="00B44434"/>
    <w:rsid w:val="00B61F10"/>
    <w:rsid w:val="00B74BDE"/>
    <w:rsid w:val="00B81335"/>
    <w:rsid w:val="00B8333A"/>
    <w:rsid w:val="00B922FB"/>
    <w:rsid w:val="00BC4AE2"/>
    <w:rsid w:val="00BE14D1"/>
    <w:rsid w:val="00BF47F9"/>
    <w:rsid w:val="00BF4EDA"/>
    <w:rsid w:val="00BF674D"/>
    <w:rsid w:val="00C05E0F"/>
    <w:rsid w:val="00C06C22"/>
    <w:rsid w:val="00C42F42"/>
    <w:rsid w:val="00C435B9"/>
    <w:rsid w:val="00C63E89"/>
    <w:rsid w:val="00C776DE"/>
    <w:rsid w:val="00C93DC7"/>
    <w:rsid w:val="00C94F55"/>
    <w:rsid w:val="00C951F4"/>
    <w:rsid w:val="00CB1F38"/>
    <w:rsid w:val="00CC3F1D"/>
    <w:rsid w:val="00CD0B7E"/>
    <w:rsid w:val="00CF1550"/>
    <w:rsid w:val="00CF723B"/>
    <w:rsid w:val="00D03019"/>
    <w:rsid w:val="00D164A6"/>
    <w:rsid w:val="00D221F4"/>
    <w:rsid w:val="00D22CFD"/>
    <w:rsid w:val="00D23B6A"/>
    <w:rsid w:val="00D34165"/>
    <w:rsid w:val="00D56EEB"/>
    <w:rsid w:val="00D72CD3"/>
    <w:rsid w:val="00D76090"/>
    <w:rsid w:val="00D834A9"/>
    <w:rsid w:val="00D8725C"/>
    <w:rsid w:val="00D92D5A"/>
    <w:rsid w:val="00D94F89"/>
    <w:rsid w:val="00DA3EF0"/>
    <w:rsid w:val="00DA6825"/>
    <w:rsid w:val="00DB0529"/>
    <w:rsid w:val="00DC015D"/>
    <w:rsid w:val="00DC1CA2"/>
    <w:rsid w:val="00DC5EB1"/>
    <w:rsid w:val="00DD18BB"/>
    <w:rsid w:val="00DD6972"/>
    <w:rsid w:val="00DE0E8D"/>
    <w:rsid w:val="00DF3FC4"/>
    <w:rsid w:val="00E25B4F"/>
    <w:rsid w:val="00E539C2"/>
    <w:rsid w:val="00E638D3"/>
    <w:rsid w:val="00EC0892"/>
    <w:rsid w:val="00EC49C6"/>
    <w:rsid w:val="00EE446D"/>
    <w:rsid w:val="00F14268"/>
    <w:rsid w:val="00F30713"/>
    <w:rsid w:val="00F32302"/>
    <w:rsid w:val="00F47220"/>
    <w:rsid w:val="00F54E5E"/>
    <w:rsid w:val="00F557CC"/>
    <w:rsid w:val="00F5645D"/>
    <w:rsid w:val="00F571B1"/>
    <w:rsid w:val="00F67E03"/>
    <w:rsid w:val="00F953F3"/>
    <w:rsid w:val="00FC0DF9"/>
    <w:rsid w:val="00FD777A"/>
    <w:rsid w:val="00FE3917"/>
    <w:rsid w:val="00FE603C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oNotEmbedSmartTags/>
  <w:decimalSymbol w:val="."/>
  <w:listSeparator w:val=";"/>
  <w14:docId w14:val="4771E7B2"/>
  <w15:docId w15:val="{13321E08-817C-431B-80E3-088A064A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F93"/>
    <w:pPr>
      <w:spacing w:after="120" w:line="280" w:lineRule="atLeast"/>
    </w:pPr>
    <w:rPr>
      <w:rFonts w:ascii="Arial" w:eastAsia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B34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B3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3424"/>
  </w:style>
  <w:style w:type="paragraph" w:customStyle="1" w:styleId="BER-main">
    <w:name w:val="BER-main"/>
    <w:rsid w:val="00C43C4E"/>
    <w:pPr>
      <w:spacing w:line="280" w:lineRule="atLeast"/>
    </w:pPr>
    <w:rPr>
      <w:rFonts w:ascii="Arial" w:hAnsi="Arial"/>
      <w:szCs w:val="24"/>
      <w:lang w:eastAsia="en-US"/>
    </w:rPr>
  </w:style>
  <w:style w:type="paragraph" w:customStyle="1" w:styleId="BER-header">
    <w:name w:val="BER-header"/>
    <w:basedOn w:val="BER-main"/>
    <w:rsid w:val="00CA7272"/>
    <w:pPr>
      <w:spacing w:line="200" w:lineRule="atLeast"/>
      <w:ind w:right="6521"/>
    </w:pPr>
    <w:rPr>
      <w:sz w:val="14"/>
    </w:rPr>
  </w:style>
  <w:style w:type="paragraph" w:customStyle="1" w:styleId="BER-title1">
    <w:name w:val="BER-title1"/>
    <w:basedOn w:val="BER-main"/>
    <w:rsid w:val="00627EDB"/>
    <w:pPr>
      <w:spacing w:after="600" w:line="600" w:lineRule="atLeast"/>
    </w:pPr>
    <w:rPr>
      <w:b/>
      <w:sz w:val="48"/>
    </w:rPr>
  </w:style>
  <w:style w:type="paragraph" w:styleId="BalloonText">
    <w:name w:val="Balloon Text"/>
    <w:basedOn w:val="Normal"/>
    <w:semiHidden/>
    <w:rsid w:val="00C43C4E"/>
    <w:rPr>
      <w:rFonts w:ascii="Lucida Grande" w:hAnsi="Lucida Grande"/>
      <w:sz w:val="18"/>
      <w:szCs w:val="18"/>
    </w:rPr>
  </w:style>
  <w:style w:type="paragraph" w:customStyle="1" w:styleId="BER-footer">
    <w:name w:val="BER-footer"/>
    <w:basedOn w:val="BER-main"/>
    <w:rsid w:val="00CA7272"/>
    <w:pPr>
      <w:tabs>
        <w:tab w:val="right" w:pos="9072"/>
      </w:tabs>
      <w:spacing w:line="200" w:lineRule="atLeast"/>
    </w:pPr>
    <w:rPr>
      <w:sz w:val="14"/>
    </w:rPr>
  </w:style>
  <w:style w:type="paragraph" w:customStyle="1" w:styleId="BER-title2">
    <w:name w:val="BER-title2"/>
    <w:basedOn w:val="BER-title1"/>
    <w:rsid w:val="00627EDB"/>
    <w:pPr>
      <w:spacing w:after="280"/>
    </w:pPr>
    <w:rPr>
      <w:b w:val="0"/>
    </w:rPr>
  </w:style>
  <w:style w:type="paragraph" w:styleId="ListParagraph">
    <w:name w:val="List Paragraph"/>
    <w:basedOn w:val="Normal"/>
    <w:uiPriority w:val="34"/>
    <w:qFormat/>
    <w:rsid w:val="007A7F9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CH"/>
    </w:rPr>
  </w:style>
  <w:style w:type="paragraph" w:customStyle="1" w:styleId="BER-address">
    <w:name w:val="BER-address"/>
    <w:basedOn w:val="BER-main"/>
    <w:rsid w:val="00F36937"/>
    <w:pPr>
      <w:framePr w:w="4536" w:h="2801" w:hRule="exact" w:wrap="notBeside" w:vAnchor="page" w:hAnchor="page" w:x="2269" w:y="2949" w:anchorLock="1"/>
    </w:pPr>
  </w:style>
  <w:style w:type="paragraph" w:customStyle="1" w:styleId="BER-header2">
    <w:name w:val="BER-header2"/>
    <w:basedOn w:val="BER-header"/>
    <w:rsid w:val="00627EDB"/>
    <w:pPr>
      <w:ind w:right="0"/>
      <w:jc w:val="right"/>
    </w:pPr>
  </w:style>
  <w:style w:type="paragraph" w:customStyle="1" w:styleId="BER-header3">
    <w:name w:val="BER-header3"/>
    <w:basedOn w:val="BER-header"/>
    <w:rsid w:val="00627EDB"/>
    <w:pPr>
      <w:tabs>
        <w:tab w:val="right" w:pos="9072"/>
      </w:tabs>
    </w:pPr>
  </w:style>
  <w:style w:type="paragraph" w:customStyle="1" w:styleId="BER-date">
    <w:name w:val="BER-date"/>
    <w:basedOn w:val="BER-main"/>
    <w:next w:val="Normal"/>
    <w:rsid w:val="00F36937"/>
    <w:pPr>
      <w:spacing w:after="560"/>
    </w:pPr>
  </w:style>
  <w:style w:type="paragraph" w:customStyle="1" w:styleId="BER-content">
    <w:name w:val="BER-content"/>
    <w:basedOn w:val="BER-main"/>
    <w:rsid w:val="00627EDB"/>
  </w:style>
  <w:style w:type="paragraph" w:customStyle="1" w:styleId="BER-title3">
    <w:name w:val="BER-title3"/>
    <w:basedOn w:val="BER-content"/>
    <w:rsid w:val="00627EDB"/>
    <w:pPr>
      <w:spacing w:after="560" w:line="400" w:lineRule="atLeast"/>
    </w:pPr>
    <w:rPr>
      <w:b/>
      <w:sz w:val="32"/>
    </w:rPr>
  </w:style>
  <w:style w:type="paragraph" w:customStyle="1" w:styleId="BER-subtitle">
    <w:name w:val="BER-subtitle"/>
    <w:basedOn w:val="BER-content"/>
    <w:rsid w:val="00627EDB"/>
    <w:pPr>
      <w:spacing w:after="280"/>
    </w:pPr>
    <w:rPr>
      <w:b/>
    </w:rPr>
  </w:style>
  <w:style w:type="character" w:styleId="Hyperlink">
    <w:name w:val="Hyperlink"/>
    <w:uiPriority w:val="99"/>
    <w:unhideWhenUsed/>
    <w:rsid w:val="005409F3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B12DFC"/>
    <w:pPr>
      <w:spacing w:after="0" w:line="240" w:lineRule="exact"/>
    </w:pPr>
    <w:rPr>
      <w:rFonts w:ascii="Times New Roman" w:eastAsia="Times New Roman" w:hAnsi="Times New Roman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B12DFC"/>
    <w:rPr>
      <w:lang w:val="en-GB" w:eastAsia="en-US"/>
    </w:rPr>
  </w:style>
  <w:style w:type="paragraph" w:customStyle="1" w:styleId="BodyTextCSS">
    <w:name w:val="Body Text CSS"/>
    <w:rsid w:val="00B12DFC"/>
    <w:pPr>
      <w:spacing w:line="260" w:lineRule="exact"/>
    </w:pPr>
    <w:rPr>
      <w:sz w:val="23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B12DFC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444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180AE5"/>
    <w:rPr>
      <w:rFonts w:ascii="Arial" w:eastAsia="Arial" w:hAnsi="Arial"/>
      <w:sz w:val="22"/>
      <w:lang w:eastAsia="en-US"/>
    </w:rPr>
  </w:style>
  <w:style w:type="character" w:customStyle="1" w:styleId="profileh2">
    <w:name w:val="profile_h2"/>
    <w:basedOn w:val="DefaultParagraphFont"/>
    <w:rsid w:val="00180AE5"/>
  </w:style>
  <w:style w:type="character" w:customStyle="1" w:styleId="apple-converted-space">
    <w:name w:val="apple-converted-space"/>
    <w:basedOn w:val="DefaultParagraphFont"/>
    <w:rsid w:val="004224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C50"/>
    <w:pPr>
      <w:spacing w:after="120" w:line="240" w:lineRule="auto"/>
    </w:pPr>
    <w:rPr>
      <w:rFonts w:ascii="Arial" w:eastAsia="Arial" w:hAnsi="Arial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C50"/>
    <w:rPr>
      <w:rFonts w:ascii="Arial" w:eastAsia="Arial" w:hAnsi="Arial"/>
      <w:b/>
      <w:bCs/>
      <w:lang w:val="en-GB" w:eastAsia="en-US"/>
    </w:rPr>
  </w:style>
  <w:style w:type="paragraph" w:customStyle="1" w:styleId="MDPI13authornames">
    <w:name w:val="MDPI_1.3_authornames"/>
    <w:basedOn w:val="Normal"/>
    <w:next w:val="MDPI14history"/>
    <w:qFormat/>
    <w:rsid w:val="002D1E25"/>
    <w:pPr>
      <w:adjustRightInd w:val="0"/>
      <w:snapToGrid w:val="0"/>
      <w:spacing w:line="260" w:lineRule="atLeast"/>
    </w:pPr>
    <w:rPr>
      <w:rFonts w:ascii="Palatino Linotype" w:eastAsia="Times New Roman" w:hAnsi="Palatino Linotype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2D1E2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2D1E25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  <w:style w:type="character" w:customStyle="1" w:styleId="FooterChar">
    <w:name w:val="Footer Char"/>
    <w:basedOn w:val="DefaultParagraphFont"/>
    <w:link w:val="Footer"/>
    <w:uiPriority w:val="99"/>
    <w:rsid w:val="00F14268"/>
    <w:rPr>
      <w:rFonts w:ascii="Arial" w:eastAsia="Arial" w:hAnsi="Arial"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53C4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3C4"/>
    <w:rPr>
      <w:rFonts w:ascii="Arial" w:eastAsia="Arial" w:hAnsi="Arial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53C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D72CD3"/>
    <w:pPr>
      <w:spacing w:after="0" w:line="240" w:lineRule="auto"/>
    </w:pPr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2CD3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dec.ch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terfab\AppData\Local\Temp\berich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9F68-FDEA-4CC9-9D22-EC7DF126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1</Pages>
  <Words>119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Zürich, 1</vt:lpstr>
    </vt:vector>
  </TitlesOfParts>
  <Company>EAWAG</Company>
  <LinksUpToDate>false</LinksUpToDate>
  <CharactersWithSpaces>785</CharactersWithSpaces>
  <SharedDoc>false</SharedDoc>
  <HyperlinkBase/>
  <HLinks>
    <vt:vector size="18" baseType="variant">
      <vt:variant>
        <vt:i4>4259888</vt:i4>
      </vt:variant>
      <vt:variant>
        <vt:i4>0</vt:i4>
      </vt:variant>
      <vt:variant>
        <vt:i4>0</vt:i4>
      </vt:variant>
      <vt:variant>
        <vt:i4>5</vt:i4>
      </vt:variant>
      <vt:variant>
        <vt:lpwstr>mailto:sara.marks@eawag.ch</vt:lpwstr>
      </vt:variant>
      <vt:variant>
        <vt:lpwstr/>
      </vt:variant>
      <vt:variant>
        <vt:i4>1376341</vt:i4>
      </vt:variant>
      <vt:variant>
        <vt:i4>9</vt:i4>
      </vt:variant>
      <vt:variant>
        <vt:i4>0</vt:i4>
      </vt:variant>
      <vt:variant>
        <vt:i4>5</vt:i4>
      </vt:variant>
      <vt:variant>
        <vt:lpwstr>http://www.sandec.ch/</vt:lpwstr>
      </vt:variant>
      <vt:variant>
        <vt:lpwstr/>
      </vt:variant>
      <vt:variant>
        <vt:i4>4259888</vt:i4>
      </vt:variant>
      <vt:variant>
        <vt:i4>6</vt:i4>
      </vt:variant>
      <vt:variant>
        <vt:i4>0</vt:i4>
      </vt:variant>
      <vt:variant>
        <vt:i4>5</vt:i4>
      </vt:variant>
      <vt:variant>
        <vt:lpwstr>mailto:sara.marks@eawag.ch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Zürich, 1</dc:title>
  <dc:creator>Suter, Fabian</dc:creator>
  <cp:lastModifiedBy>Schertenleib, Ariane</cp:lastModifiedBy>
  <cp:revision>4</cp:revision>
  <cp:lastPrinted>2016-11-28T13:12:00Z</cp:lastPrinted>
  <dcterms:created xsi:type="dcterms:W3CDTF">2018-10-01T08:18:00Z</dcterms:created>
  <dcterms:modified xsi:type="dcterms:W3CDTF">2018-10-01T09:28:00Z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508</vt:i4>
  </property>
</Properties>
</file>